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D256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1F9CF8EC" w14:textId="7336BEC7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6D35FE">
        <w:rPr>
          <w:b/>
          <w:color w:val="FF5200" w:themeColor="accent2"/>
          <w:sz w:val="28"/>
          <w:szCs w:val="28"/>
        </w:rPr>
        <w:t xml:space="preserve">Dodávky </w:t>
      </w:r>
      <w:r w:rsidR="00A52B0B">
        <w:rPr>
          <w:b/>
          <w:color w:val="FF5200" w:themeColor="accent2"/>
          <w:sz w:val="28"/>
          <w:szCs w:val="28"/>
        </w:rPr>
        <w:t>pracovních oděvů zimních</w:t>
      </w:r>
      <w:r w:rsidR="006D35FE">
        <w:rPr>
          <w:b/>
          <w:color w:val="FF5200" w:themeColor="accent2"/>
          <w:sz w:val="28"/>
          <w:szCs w:val="28"/>
        </w:rPr>
        <w:t xml:space="preserve"> - 202</w:t>
      </w:r>
      <w:r w:rsidR="00A52B0B">
        <w:rPr>
          <w:b/>
          <w:color w:val="FF5200" w:themeColor="accent2"/>
          <w:sz w:val="28"/>
          <w:szCs w:val="28"/>
        </w:rPr>
        <w:t>2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proofErr w:type="gramStart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č.j.</w:t>
      </w:r>
      <w:proofErr w:type="gramEnd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 </w:t>
      </w:r>
      <w:r w:rsidR="00A52B0B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14911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</w:t>
      </w:r>
      <w:r w:rsidR="00FA44CC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1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FE6C8C8" w14:textId="77777777" w:rsidR="00C4374B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3B19865" w14:textId="70B3F2D1" w:rsidR="00C4374B" w:rsidRDefault="00480A4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5055368" w:history="1">
            <w:r w:rsidR="00C4374B" w:rsidRPr="0033589C">
              <w:rPr>
                <w:rStyle w:val="Hypertextovodkaz"/>
                <w:noProof/>
              </w:rPr>
              <w:t>Kapitola 1.</w:t>
            </w:r>
            <w:r w:rsidR="00C4374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4374B" w:rsidRPr="0033589C">
              <w:rPr>
                <w:rStyle w:val="Hypertextovodkaz"/>
                <w:noProof/>
              </w:rPr>
              <w:t>Základní údaje k nabídce</w:t>
            </w:r>
            <w:r w:rsidR="00C4374B">
              <w:rPr>
                <w:noProof/>
                <w:webHidden/>
              </w:rPr>
              <w:tab/>
            </w:r>
            <w:r w:rsidR="00C4374B">
              <w:rPr>
                <w:noProof/>
                <w:webHidden/>
              </w:rPr>
              <w:fldChar w:fldCharType="begin"/>
            </w:r>
            <w:r w:rsidR="00C4374B">
              <w:rPr>
                <w:noProof/>
                <w:webHidden/>
              </w:rPr>
              <w:instrText xml:space="preserve"> PAGEREF _Toc65055368 \h </w:instrText>
            </w:r>
            <w:r w:rsidR="00C4374B">
              <w:rPr>
                <w:noProof/>
                <w:webHidden/>
              </w:rPr>
            </w:r>
            <w:r w:rsidR="00C437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C4374B">
              <w:rPr>
                <w:noProof/>
                <w:webHidden/>
              </w:rPr>
              <w:fldChar w:fldCharType="end"/>
            </w:r>
          </w:hyperlink>
        </w:p>
        <w:p w14:paraId="4F30185B" w14:textId="6BC5412F" w:rsidR="00C4374B" w:rsidRDefault="00480A4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5055369" w:history="1">
            <w:r w:rsidR="00C4374B" w:rsidRPr="0033589C">
              <w:rPr>
                <w:rStyle w:val="Hypertextovodkaz"/>
                <w:noProof/>
              </w:rPr>
              <w:t>Kapitola 2.</w:t>
            </w:r>
            <w:r w:rsidR="00C4374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4374B" w:rsidRPr="0033589C">
              <w:rPr>
                <w:rStyle w:val="Hypertextovodkaz"/>
                <w:noProof/>
              </w:rPr>
              <w:t>Čestné prohlášení o splnění základní způsobilosti</w:t>
            </w:r>
            <w:r w:rsidR="00C4374B">
              <w:rPr>
                <w:noProof/>
                <w:webHidden/>
              </w:rPr>
              <w:tab/>
            </w:r>
            <w:r w:rsidR="00C4374B">
              <w:rPr>
                <w:noProof/>
                <w:webHidden/>
              </w:rPr>
              <w:fldChar w:fldCharType="begin"/>
            </w:r>
            <w:r w:rsidR="00C4374B">
              <w:rPr>
                <w:noProof/>
                <w:webHidden/>
              </w:rPr>
              <w:instrText xml:space="preserve"> PAGEREF _Toc65055369 \h </w:instrText>
            </w:r>
            <w:r w:rsidR="00C4374B">
              <w:rPr>
                <w:noProof/>
                <w:webHidden/>
              </w:rPr>
            </w:r>
            <w:r w:rsidR="00C437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4374B">
              <w:rPr>
                <w:noProof/>
                <w:webHidden/>
              </w:rPr>
              <w:fldChar w:fldCharType="end"/>
            </w:r>
          </w:hyperlink>
        </w:p>
        <w:p w14:paraId="032347B5" w14:textId="2441129F" w:rsidR="00C4374B" w:rsidRDefault="00480A4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5055370" w:history="1">
            <w:r w:rsidR="00C4374B" w:rsidRPr="0033589C">
              <w:rPr>
                <w:rStyle w:val="Hypertextovodkaz"/>
                <w:noProof/>
              </w:rPr>
              <w:t>Kapitola 3.</w:t>
            </w:r>
            <w:r w:rsidR="00C4374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4374B" w:rsidRPr="0033589C">
              <w:rPr>
                <w:rStyle w:val="Hypertextovodkaz"/>
                <w:noProof/>
              </w:rPr>
              <w:t>Čestné prohlášení účastníka k neuzavření zakázaných dohod</w:t>
            </w:r>
            <w:r w:rsidR="00C4374B">
              <w:rPr>
                <w:noProof/>
                <w:webHidden/>
              </w:rPr>
              <w:tab/>
            </w:r>
            <w:r w:rsidR="00C4374B">
              <w:rPr>
                <w:noProof/>
                <w:webHidden/>
              </w:rPr>
              <w:fldChar w:fldCharType="begin"/>
            </w:r>
            <w:r w:rsidR="00C4374B">
              <w:rPr>
                <w:noProof/>
                <w:webHidden/>
              </w:rPr>
              <w:instrText xml:space="preserve"> PAGEREF _Toc65055370 \h </w:instrText>
            </w:r>
            <w:r w:rsidR="00C4374B">
              <w:rPr>
                <w:noProof/>
                <w:webHidden/>
              </w:rPr>
            </w:r>
            <w:r w:rsidR="00C437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4374B">
              <w:rPr>
                <w:noProof/>
                <w:webHidden/>
              </w:rPr>
              <w:fldChar w:fldCharType="end"/>
            </w:r>
          </w:hyperlink>
        </w:p>
        <w:p w14:paraId="7B82ACC3" w14:textId="539239A6" w:rsidR="00C4374B" w:rsidRDefault="00480A4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5055371" w:history="1">
            <w:r w:rsidR="00C4374B" w:rsidRPr="0033589C">
              <w:rPr>
                <w:rStyle w:val="Hypertextovodkaz"/>
                <w:noProof/>
              </w:rPr>
              <w:t>Kapitola 4.</w:t>
            </w:r>
            <w:r w:rsidR="00C4374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C4374B" w:rsidRPr="0033589C">
              <w:rPr>
                <w:rStyle w:val="Hypertextovodkaz"/>
                <w:noProof/>
              </w:rPr>
              <w:t>Čestné prohlášení účastníka ohledně pracovních podmínek</w:t>
            </w:r>
            <w:r w:rsidR="00C4374B">
              <w:rPr>
                <w:noProof/>
                <w:webHidden/>
              </w:rPr>
              <w:tab/>
            </w:r>
            <w:r w:rsidR="00C4374B">
              <w:rPr>
                <w:noProof/>
                <w:webHidden/>
              </w:rPr>
              <w:fldChar w:fldCharType="begin"/>
            </w:r>
            <w:r w:rsidR="00C4374B">
              <w:rPr>
                <w:noProof/>
                <w:webHidden/>
              </w:rPr>
              <w:instrText xml:space="preserve"> PAGEREF _Toc65055371 \h </w:instrText>
            </w:r>
            <w:r w:rsidR="00C4374B">
              <w:rPr>
                <w:noProof/>
                <w:webHidden/>
              </w:rPr>
            </w:r>
            <w:r w:rsidR="00C437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4374B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65055368"/>
      <w:r>
        <w:lastRenderedPageBreak/>
        <w:t>Základní údaje k nabídce</w:t>
      </w:r>
      <w:bookmarkEnd w:id="1"/>
    </w:p>
    <w:p w14:paraId="28536B4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1C8E5EEC" w14:textId="77777777" w:rsidR="008B1A2C" w:rsidRDefault="008B1A2C" w:rsidP="008B1A2C"/>
    <w:p w14:paraId="4F255754" w14:textId="706C4955" w:rsidR="00761A82" w:rsidRDefault="00761A82" w:rsidP="00761A82">
      <w:r>
        <w:t xml:space="preserve">Účastník prohlašuje, že veškeré údaje </w:t>
      </w:r>
      <w:r w:rsidRPr="00761A82">
        <w:t xml:space="preserve">uvedené v tomto krycím listu, který je přílohou č. 1 Výzvy k podání nabídky na veřejnou zakázku zadávanou jako </w:t>
      </w:r>
      <w:r w:rsidRPr="00761A82">
        <w:rPr>
          <w:rFonts w:eastAsia="Times New Roman" w:cs="Times New Roman"/>
          <w:lang w:eastAsia="cs-CZ"/>
        </w:rPr>
        <w:t xml:space="preserve">podlimitní sektorovou veřejnou zakázku, </w:t>
      </w:r>
      <w:r w:rsidRPr="00761A82">
        <w:t>jsou pravdivé, úplné a odpovídají skutečnosti. Účastník si</w:t>
      </w:r>
      <w:r>
        <w:t xml:space="preserve"> je vědom důsledků záměrného uvedení nepravdivých údajů, které v rovině tohoto zadávacího řízení mohou vést až k vyloučení Účastníka ze zadávacího řízení.</w:t>
      </w:r>
    </w:p>
    <w:p w14:paraId="4A2762CB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68EAE2F5" w14:textId="1BF142F6" w:rsidR="006D35FE" w:rsidRDefault="006D35FE" w:rsidP="006D35FE">
      <w:r w:rsidRPr="00F24FBF">
        <w:t>Účastník uvede ceny dle požadavků v čl. 1</w:t>
      </w:r>
      <w:r w:rsidR="00A00BF3">
        <w:t>1</w:t>
      </w:r>
      <w:r w:rsidRPr="00F24FBF">
        <w:t xml:space="preserve"> Výzvy k podání nabídky. </w:t>
      </w:r>
    </w:p>
    <w:tbl>
      <w:tblPr>
        <w:tblW w:w="8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1184"/>
        <w:gridCol w:w="832"/>
        <w:gridCol w:w="713"/>
        <w:gridCol w:w="815"/>
        <w:gridCol w:w="1133"/>
        <w:gridCol w:w="992"/>
        <w:gridCol w:w="1057"/>
      </w:tblGrid>
      <w:tr w:rsidR="006D35FE" w:rsidRPr="008D23D5" w14:paraId="31A25E85" w14:textId="77777777" w:rsidTr="00A00BF3">
        <w:trPr>
          <w:trHeight w:val="1373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6A185BE5" w14:textId="46DD04B0" w:rsidR="006D35FE" w:rsidRPr="006048C7" w:rsidRDefault="006D35FE" w:rsidP="006D35FE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výstražného oděvu</w:t>
            </w:r>
          </w:p>
        </w:tc>
        <w:tc>
          <w:tcPr>
            <w:tcW w:w="1184" w:type="dxa"/>
            <w:shd w:val="clear" w:color="auto" w:fill="auto"/>
            <w:vAlign w:val="center"/>
            <w:hideMark/>
          </w:tcPr>
          <w:p w14:paraId="438A4C63" w14:textId="77777777" w:rsidR="006D35FE" w:rsidRPr="006048C7" w:rsidRDefault="006D35FE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Předpokládané 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množství (v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832" w:type="dxa"/>
            <w:shd w:val="clear" w:color="auto" w:fill="auto"/>
            <w:vAlign w:val="center"/>
          </w:tcPr>
          <w:p w14:paraId="2BA156E5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678F5C5E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DPH 21% za 1 kus</w:t>
            </w:r>
          </w:p>
        </w:tc>
        <w:tc>
          <w:tcPr>
            <w:tcW w:w="815" w:type="dxa"/>
            <w:shd w:val="clear" w:color="auto" w:fill="auto"/>
            <w:vAlign w:val="center"/>
          </w:tcPr>
          <w:p w14:paraId="01D75F70" w14:textId="77777777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33" w:type="dxa"/>
            <w:shd w:val="clear" w:color="auto" w:fill="D0CECE" w:themeFill="background2" w:themeFillShade="E6"/>
            <w:vAlign w:val="center"/>
          </w:tcPr>
          <w:p w14:paraId="3E7504A2" w14:textId="21299119" w:rsidR="006D35FE" w:rsidRPr="006048C7" w:rsidRDefault="006D35FE" w:rsidP="008875F0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</w:t>
            </w:r>
            <w:r w:rsidR="004A7AD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 Kč 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3F967E" w14:textId="77777777" w:rsidR="006D35FE" w:rsidRPr="006048C7" w:rsidRDefault="006D35FE" w:rsidP="008875F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21%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647D2FDF" w14:textId="5350DB51" w:rsidR="006D35FE" w:rsidRPr="006048C7" w:rsidRDefault="006D35FE" w:rsidP="008875F0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</w:t>
            </w:r>
            <w:r w:rsidR="004A7ADC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vč. DPH</w:t>
            </w:r>
          </w:p>
        </w:tc>
      </w:tr>
      <w:tr w:rsidR="006D35FE" w:rsidRPr="001F33F5" w14:paraId="79D4C06E" w14:textId="77777777" w:rsidTr="001C3F2E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  <w:hideMark/>
          </w:tcPr>
          <w:p w14:paraId="3D10EC5C" w14:textId="383EE795" w:rsidR="006D35FE" w:rsidRPr="004303F9" w:rsidRDefault="00A52B0B" w:rsidP="00D520E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</w:t>
            </w:r>
            <w:r w:rsidR="00565634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alhoty </w:t>
            </w:r>
            <w:r w:rsidR="00D520E6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modré do pasu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4D48494E" w14:textId="00E3CBDD" w:rsidR="006D35FE" w:rsidRPr="004303F9" w:rsidRDefault="00A52B0B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2 750</w:t>
            </w:r>
          </w:p>
        </w:tc>
        <w:tc>
          <w:tcPr>
            <w:tcW w:w="832" w:type="dxa"/>
            <w:shd w:val="clear" w:color="auto" w:fill="auto"/>
          </w:tcPr>
          <w:p w14:paraId="693124E7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1D619D84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44E4A480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12878A49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74D0C671" w14:textId="77777777" w:rsidR="006D35FE" w:rsidRPr="004A6709" w:rsidRDefault="006D35FE" w:rsidP="008875F0"/>
        </w:tc>
        <w:tc>
          <w:tcPr>
            <w:tcW w:w="1057" w:type="dxa"/>
            <w:shd w:val="clear" w:color="auto" w:fill="auto"/>
          </w:tcPr>
          <w:p w14:paraId="0859D889" w14:textId="77777777" w:rsidR="006D35FE" w:rsidRPr="004A6709" w:rsidRDefault="006D35FE" w:rsidP="008875F0"/>
        </w:tc>
      </w:tr>
      <w:tr w:rsidR="006D35FE" w:rsidRPr="001F33F5" w14:paraId="2044A55D" w14:textId="77777777" w:rsidTr="00A00BF3">
        <w:trPr>
          <w:trHeight w:val="495"/>
          <w:jc w:val="center"/>
        </w:trPr>
        <w:tc>
          <w:tcPr>
            <w:tcW w:w="1714" w:type="dxa"/>
            <w:shd w:val="clear" w:color="auto" w:fill="auto"/>
            <w:vAlign w:val="center"/>
          </w:tcPr>
          <w:p w14:paraId="36993F25" w14:textId="1AA6B032" w:rsidR="006D35FE" w:rsidRPr="004303F9" w:rsidRDefault="00A52B0B" w:rsidP="00D520E6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 xml:space="preserve">Bunda </w:t>
            </w:r>
            <w:r w:rsidR="00D520E6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modrá zimní</w:t>
            </w:r>
          </w:p>
        </w:tc>
        <w:tc>
          <w:tcPr>
            <w:tcW w:w="1184" w:type="dxa"/>
            <w:shd w:val="clear" w:color="auto" w:fill="auto"/>
            <w:noWrap/>
            <w:vAlign w:val="center"/>
          </w:tcPr>
          <w:p w14:paraId="30184582" w14:textId="2107E27F" w:rsidR="006D35FE" w:rsidRPr="004303F9" w:rsidRDefault="00A52B0B" w:rsidP="008875F0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1 800</w:t>
            </w:r>
          </w:p>
        </w:tc>
        <w:tc>
          <w:tcPr>
            <w:tcW w:w="832" w:type="dxa"/>
            <w:shd w:val="clear" w:color="auto" w:fill="auto"/>
          </w:tcPr>
          <w:p w14:paraId="2E2F689D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6BCD2773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15" w:type="dxa"/>
            <w:shd w:val="clear" w:color="auto" w:fill="auto"/>
          </w:tcPr>
          <w:p w14:paraId="386F4D81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33" w:type="dxa"/>
            <w:shd w:val="clear" w:color="auto" w:fill="auto"/>
          </w:tcPr>
          <w:p w14:paraId="20FD28E7" w14:textId="77777777" w:rsidR="006D35FE" w:rsidRPr="004A6709" w:rsidRDefault="006D35FE" w:rsidP="008875F0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92" w:type="dxa"/>
            <w:shd w:val="clear" w:color="auto" w:fill="auto"/>
          </w:tcPr>
          <w:p w14:paraId="2B16F3FF" w14:textId="77777777" w:rsidR="006D35FE" w:rsidRPr="004A6709" w:rsidRDefault="006D35FE" w:rsidP="008875F0"/>
        </w:tc>
        <w:tc>
          <w:tcPr>
            <w:tcW w:w="1057" w:type="dxa"/>
            <w:shd w:val="clear" w:color="auto" w:fill="auto"/>
          </w:tcPr>
          <w:p w14:paraId="2A9B3B74" w14:textId="77777777" w:rsidR="006D35FE" w:rsidRPr="004A6709" w:rsidRDefault="006D35FE" w:rsidP="008875F0"/>
        </w:tc>
      </w:tr>
      <w:tr w:rsidR="00A00BF3" w14:paraId="65C8D385" w14:textId="77777777" w:rsidTr="00A00BF3">
        <w:tblPrEx>
          <w:tblLook w:val="0000" w:firstRow="0" w:lastRow="0" w:firstColumn="0" w:lastColumn="0" w:noHBand="0" w:noVBand="0"/>
        </w:tblPrEx>
        <w:trPr>
          <w:trHeight w:val="420"/>
          <w:jc w:val="center"/>
        </w:trPr>
        <w:tc>
          <w:tcPr>
            <w:tcW w:w="1714" w:type="dxa"/>
            <w:shd w:val="clear" w:color="auto" w:fill="D0CECE" w:themeFill="background2" w:themeFillShade="E6"/>
          </w:tcPr>
          <w:p w14:paraId="71E732CB" w14:textId="77777777" w:rsidR="00A00BF3" w:rsidRPr="005C145F" w:rsidRDefault="00A00BF3" w:rsidP="008875F0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3544" w:type="dxa"/>
            <w:gridSpan w:val="4"/>
            <w:shd w:val="clear" w:color="auto" w:fill="auto"/>
          </w:tcPr>
          <w:p w14:paraId="6BB5D59C" w14:textId="6B81CE83" w:rsidR="00A00BF3" w:rsidRPr="004A6709" w:rsidRDefault="00A00BF3" w:rsidP="00A00BF3">
            <w:pPr>
              <w:tabs>
                <w:tab w:val="left" w:pos="1155"/>
              </w:tabs>
            </w:pPr>
            <w:r>
              <w:tab/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14:paraId="58C7D755" w14:textId="1AA94B2E" w:rsidR="00A00BF3" w:rsidRPr="004A6709" w:rsidRDefault="00A00BF3" w:rsidP="008875F0"/>
        </w:tc>
        <w:tc>
          <w:tcPr>
            <w:tcW w:w="992" w:type="dxa"/>
            <w:shd w:val="clear" w:color="auto" w:fill="auto"/>
          </w:tcPr>
          <w:p w14:paraId="059CC2BB" w14:textId="77777777" w:rsidR="00A00BF3" w:rsidRPr="004A6709" w:rsidRDefault="00A00BF3" w:rsidP="008875F0"/>
        </w:tc>
        <w:tc>
          <w:tcPr>
            <w:tcW w:w="1057" w:type="dxa"/>
            <w:shd w:val="clear" w:color="auto" w:fill="auto"/>
          </w:tcPr>
          <w:p w14:paraId="69E73428" w14:textId="77777777" w:rsidR="00A00BF3" w:rsidRPr="004A6709" w:rsidRDefault="00A00BF3" w:rsidP="008875F0"/>
        </w:tc>
      </w:tr>
    </w:tbl>
    <w:p w14:paraId="6EAB0FBE" w14:textId="6ABA3B52" w:rsidR="00F24FBF" w:rsidRDefault="00F24FBF" w:rsidP="008B1A2C"/>
    <w:p w14:paraId="0582A36A" w14:textId="3C8F3443" w:rsidR="007818EB" w:rsidRDefault="007818EB" w:rsidP="008B1A2C"/>
    <w:p w14:paraId="10CE005B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A00BF3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73CB486" w14:textId="77777777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5EE651EB" w14:textId="77777777" w:rsidR="009771C9" w:rsidRDefault="009771C9" w:rsidP="00996617">
      <w:pPr>
        <w:tabs>
          <w:tab w:val="left" w:pos="7125"/>
        </w:tabs>
        <w:spacing w:after="0"/>
      </w:pP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46613E93" w14:textId="77777777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AA7555" w14:textId="77777777" w:rsidR="00996617" w:rsidRDefault="00480A4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480A48" w:rsidP="00E85D44">
      <w:pPr>
        <w:tabs>
          <w:tab w:val="left" w:pos="7125"/>
        </w:tabs>
        <w:sectPr w:rsidR="00E85D44" w:rsidRPr="00E85D44" w:rsidSect="00A00BF3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A00BF3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505536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0846E29F" w:rsidR="0031280B" w:rsidRDefault="007A008C" w:rsidP="0031280B">
      <w:pPr>
        <w:rPr>
          <w:lang w:eastAsia="cs-CZ"/>
        </w:rPr>
      </w:pPr>
      <w:proofErr w:type="gramStart"/>
      <w:r>
        <w:rPr>
          <w:lang w:eastAsia="cs-CZ"/>
        </w:rPr>
        <w:t>ú</w:t>
      </w:r>
      <w:r w:rsidR="0031280B">
        <w:rPr>
          <w:lang w:eastAsia="cs-CZ"/>
        </w:rPr>
        <w:t>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6505537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2741EFE6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79D0EBE" w14:textId="5CBB465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7879690" w14:textId="4FCCF06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4308608" w14:textId="7538AE1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A7CCD88" w14:textId="311178FB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65AFDDE" w14:textId="4C9685D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599377C" w14:textId="55A8D12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86DD1C3" w14:textId="59B8BA12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EC71B15" w14:textId="2C3F4C5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3617BCE" w14:textId="2A0F3D8E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5B94BED" w14:textId="7043DE60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6B6EC4E" w14:textId="085BC954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447488C" w14:textId="479AA4E1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2B43816" w14:textId="1FD2D75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69D110E" w14:textId="2195C8D4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46327A" w14:textId="45A0B44C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4131AA24" w14:textId="27EA2199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C17A6F9" w14:textId="4207836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3548C941" w14:textId="1D1F557F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61FB304" w14:textId="326FD236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6E03F22" w14:textId="29E3918C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A538227" w14:textId="57031517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C4CE7F3" w14:textId="77777777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7FCC3CF" w14:textId="18C37835" w:rsidR="00C4374B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1DE746D9" w14:textId="7B17D25B" w:rsidR="00C4374B" w:rsidRPr="00C4374B" w:rsidRDefault="00C4374B" w:rsidP="00C4374B">
      <w:pPr>
        <w:pStyle w:val="Nadpis2"/>
        <w:numPr>
          <w:ilvl w:val="0"/>
          <w:numId w:val="34"/>
        </w:numPr>
      </w:pPr>
      <w:bookmarkStart w:id="4" w:name="_Toc65055371"/>
      <w:r>
        <w:lastRenderedPageBreak/>
        <w:t>Čestné prohlášení účastníka ohledně pracovních podmínek</w:t>
      </w:r>
      <w:bookmarkEnd w:id="4"/>
    </w:p>
    <w:p w14:paraId="33BE9676" w14:textId="77777777" w:rsidR="00C4374B" w:rsidRDefault="00C4374B" w:rsidP="00C4374B">
      <w:pPr>
        <w:spacing w:line="240" w:lineRule="auto"/>
        <w:rPr>
          <w:rFonts w:ascii="Verdana" w:hAnsi="Verdana"/>
          <w:lang w:eastAsia="cs-CZ"/>
        </w:rPr>
      </w:pPr>
    </w:p>
    <w:p w14:paraId="57EE590B" w14:textId="4A622F54" w:rsidR="00C4374B" w:rsidRPr="002D40FC" w:rsidRDefault="00C4374B" w:rsidP="00C4374B">
      <w:pPr>
        <w:spacing w:line="240" w:lineRule="auto"/>
        <w:rPr>
          <w:rFonts w:ascii="Verdana" w:eastAsia="Times New Roman" w:hAnsi="Verdana" w:cs="Times New Roman"/>
          <w:lang w:eastAsia="cs-CZ"/>
        </w:rPr>
      </w:pPr>
      <w:r>
        <w:rPr>
          <w:rFonts w:ascii="Verdana" w:hAnsi="Verdana"/>
          <w:lang w:eastAsia="cs-CZ"/>
        </w:rPr>
        <w:t>Ú</w:t>
      </w:r>
      <w:r w:rsidRPr="002D40FC">
        <w:rPr>
          <w:rFonts w:ascii="Verdana" w:hAnsi="Verdana"/>
          <w:lang w:eastAsia="cs-CZ"/>
        </w:rPr>
        <w:t xml:space="preserve">častník, který podává tuto nabídku, </w:t>
      </w:r>
      <w:r w:rsidRPr="002D40FC">
        <w:rPr>
          <w:rFonts w:ascii="Verdana" w:eastAsia="Times New Roman" w:hAnsi="Verdana" w:cs="Times New Roman"/>
          <w:lang w:eastAsia="cs-CZ"/>
        </w:rPr>
        <w:t xml:space="preserve">tímto čestně prohlašuje, že v souvislosti se zadávanou veřejnou zakázkou </w:t>
      </w:r>
      <w:r w:rsidRPr="002D40FC">
        <w:rPr>
          <w:rFonts w:ascii="Verdana" w:hAnsi="Verdana"/>
        </w:rPr>
        <w:t>nedochází při plnění veřejné zakázky</w:t>
      </w:r>
      <w:r w:rsidRPr="002D40FC">
        <w:rPr>
          <w:rStyle w:val="Zkladntext2Calibri8pt"/>
          <w:rFonts w:ascii="Verdana" w:hAnsi="Verdana"/>
          <w:sz w:val="18"/>
        </w:rPr>
        <w:t xml:space="preserve">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</w:t>
      </w:r>
      <w:r>
        <w:rPr>
          <w:rStyle w:val="Zkladntext2Calibri8pt"/>
          <w:rFonts w:ascii="Verdana" w:hAnsi="Verdana"/>
          <w:sz w:val="18"/>
        </w:rPr>
        <w:t xml:space="preserve"> a není mu známo, že by k výše uvedenému porušování docházelo u jeho obchodních partnerů.</w:t>
      </w:r>
      <w:r w:rsidRPr="002D40FC">
        <w:rPr>
          <w:rFonts w:ascii="Verdana" w:eastAsia="Times New Roman" w:hAnsi="Verdana" w:cs="Times New Roman"/>
          <w:lang w:eastAsia="cs-CZ"/>
        </w:rPr>
        <w:t xml:space="preserve">  </w:t>
      </w:r>
    </w:p>
    <w:p w14:paraId="6DDADF19" w14:textId="77777777" w:rsidR="00C4374B" w:rsidRPr="002D40FC" w:rsidRDefault="00C4374B" w:rsidP="00C4374B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2D40FC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0EDDC5" w14:textId="77777777" w:rsidR="00C4374B" w:rsidRPr="00A035EA" w:rsidRDefault="00C4374B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A00BF3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4C64B" w14:textId="77777777" w:rsidR="0097709B" w:rsidRDefault="0097709B" w:rsidP="00962258">
      <w:pPr>
        <w:spacing w:after="0" w:line="240" w:lineRule="auto"/>
      </w:pPr>
      <w:r>
        <w:separator/>
      </w:r>
    </w:p>
  </w:endnote>
  <w:endnote w:type="continuationSeparator" w:id="0">
    <w:p w14:paraId="14130253" w14:textId="77777777" w:rsidR="0097709B" w:rsidRDefault="009770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5679675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0A4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0A4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4593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7F44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5F7D969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0A4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0A4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A1F1E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0D674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6B2D4" w14:textId="77777777" w:rsidR="0097709B" w:rsidRDefault="0097709B" w:rsidP="00962258">
      <w:pPr>
        <w:spacing w:after="0" w:line="240" w:lineRule="auto"/>
      </w:pPr>
      <w:r>
        <w:separator/>
      </w:r>
    </w:p>
  </w:footnote>
  <w:footnote w:type="continuationSeparator" w:id="0">
    <w:p w14:paraId="4A626FF5" w14:textId="77777777" w:rsidR="0097709B" w:rsidRDefault="0097709B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32F7E"/>
    <w:rsid w:val="00072C1E"/>
    <w:rsid w:val="000A412D"/>
    <w:rsid w:val="000C3A92"/>
    <w:rsid w:val="000E23A7"/>
    <w:rsid w:val="0010693F"/>
    <w:rsid w:val="00114472"/>
    <w:rsid w:val="00151617"/>
    <w:rsid w:val="001550BC"/>
    <w:rsid w:val="001605B9"/>
    <w:rsid w:val="00170EC5"/>
    <w:rsid w:val="001747C1"/>
    <w:rsid w:val="00184743"/>
    <w:rsid w:val="00190137"/>
    <w:rsid w:val="0019184D"/>
    <w:rsid w:val="001C3F2E"/>
    <w:rsid w:val="001F1151"/>
    <w:rsid w:val="001F49FF"/>
    <w:rsid w:val="00205242"/>
    <w:rsid w:val="00207DF5"/>
    <w:rsid w:val="00220CDA"/>
    <w:rsid w:val="002243A8"/>
    <w:rsid w:val="002305E9"/>
    <w:rsid w:val="0023070F"/>
    <w:rsid w:val="0028050F"/>
    <w:rsid w:val="00280E07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3F2740"/>
    <w:rsid w:val="00424B2F"/>
    <w:rsid w:val="004303F9"/>
    <w:rsid w:val="00441430"/>
    <w:rsid w:val="00450F07"/>
    <w:rsid w:val="00453CD3"/>
    <w:rsid w:val="00460660"/>
    <w:rsid w:val="00480A48"/>
    <w:rsid w:val="00486107"/>
    <w:rsid w:val="00491827"/>
    <w:rsid w:val="004A6709"/>
    <w:rsid w:val="004A7ADC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124FE"/>
    <w:rsid w:val="00523EA7"/>
    <w:rsid w:val="00553375"/>
    <w:rsid w:val="00557C28"/>
    <w:rsid w:val="00565634"/>
    <w:rsid w:val="005736B7"/>
    <w:rsid w:val="00575E5A"/>
    <w:rsid w:val="005B562B"/>
    <w:rsid w:val="005C04B6"/>
    <w:rsid w:val="005C145F"/>
    <w:rsid w:val="005D7E39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35FE"/>
    <w:rsid w:val="006D7AFE"/>
    <w:rsid w:val="006E0578"/>
    <w:rsid w:val="006E314D"/>
    <w:rsid w:val="006E5C6C"/>
    <w:rsid w:val="00710723"/>
    <w:rsid w:val="007116AD"/>
    <w:rsid w:val="00723ED1"/>
    <w:rsid w:val="00743525"/>
    <w:rsid w:val="00761A82"/>
    <w:rsid w:val="0076286B"/>
    <w:rsid w:val="00766846"/>
    <w:rsid w:val="0077673A"/>
    <w:rsid w:val="007818EB"/>
    <w:rsid w:val="007846E1"/>
    <w:rsid w:val="007A008C"/>
    <w:rsid w:val="007B570C"/>
    <w:rsid w:val="007B6D10"/>
    <w:rsid w:val="007C589B"/>
    <w:rsid w:val="007E27FE"/>
    <w:rsid w:val="007E4A6E"/>
    <w:rsid w:val="007F56A7"/>
    <w:rsid w:val="00807DD0"/>
    <w:rsid w:val="008659F3"/>
    <w:rsid w:val="00886D4B"/>
    <w:rsid w:val="00895406"/>
    <w:rsid w:val="008A3568"/>
    <w:rsid w:val="008A6DBE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09B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0BF3"/>
    <w:rsid w:val="00A52B0B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374B"/>
    <w:rsid w:val="00C44F6A"/>
    <w:rsid w:val="00C47AE3"/>
    <w:rsid w:val="00C636FB"/>
    <w:rsid w:val="00C87B78"/>
    <w:rsid w:val="00CD1FC4"/>
    <w:rsid w:val="00D21061"/>
    <w:rsid w:val="00D4108E"/>
    <w:rsid w:val="00D520E6"/>
    <w:rsid w:val="00D6163D"/>
    <w:rsid w:val="00D73D46"/>
    <w:rsid w:val="00D831A3"/>
    <w:rsid w:val="00D868AA"/>
    <w:rsid w:val="00DA17A3"/>
    <w:rsid w:val="00DC75F3"/>
    <w:rsid w:val="00DD46F3"/>
    <w:rsid w:val="00DE1BFA"/>
    <w:rsid w:val="00DE56F2"/>
    <w:rsid w:val="00DF116D"/>
    <w:rsid w:val="00E129AD"/>
    <w:rsid w:val="00E34137"/>
    <w:rsid w:val="00E36C4A"/>
    <w:rsid w:val="00E46950"/>
    <w:rsid w:val="00E85D44"/>
    <w:rsid w:val="00EA4DC5"/>
    <w:rsid w:val="00EB104F"/>
    <w:rsid w:val="00EC4AAF"/>
    <w:rsid w:val="00ED14BD"/>
    <w:rsid w:val="00F0533E"/>
    <w:rsid w:val="00F1048D"/>
    <w:rsid w:val="00F10DC5"/>
    <w:rsid w:val="00F12DEC"/>
    <w:rsid w:val="00F1715C"/>
    <w:rsid w:val="00F24FBF"/>
    <w:rsid w:val="00F310F8"/>
    <w:rsid w:val="00F35939"/>
    <w:rsid w:val="00F45607"/>
    <w:rsid w:val="00F4790C"/>
    <w:rsid w:val="00F5558F"/>
    <w:rsid w:val="00F659EB"/>
    <w:rsid w:val="00F76E9F"/>
    <w:rsid w:val="00F86BA6"/>
    <w:rsid w:val="00F95A3A"/>
    <w:rsid w:val="00FA44CC"/>
    <w:rsid w:val="00FB24EF"/>
    <w:rsid w:val="00FC4B68"/>
    <w:rsid w:val="00FC5583"/>
    <w:rsid w:val="00FC6389"/>
    <w:rsid w:val="00FD54F3"/>
    <w:rsid w:val="00FD7CEE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497256A"/>
  <w15:docId w15:val="{93E3996F-852B-4BFF-804A-4A25549A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character" w:customStyle="1" w:styleId="Zkladntext2Calibri8pt">
    <w:name w:val="Základní text (2) + Calibri;8 pt"/>
    <w:basedOn w:val="Standardnpsmoodstavce"/>
    <w:rsid w:val="00C4374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0D2058-638D-4B5D-809C-8B6F155C5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50</TotalTime>
  <Pages>5</Pages>
  <Words>689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23</cp:revision>
  <cp:lastPrinted>2021-03-25T11:56:00Z</cp:lastPrinted>
  <dcterms:created xsi:type="dcterms:W3CDTF">2020-10-26T18:42:00Z</dcterms:created>
  <dcterms:modified xsi:type="dcterms:W3CDTF">2021-03-25T11:57:00Z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